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599B7" w14:textId="77777777" w:rsidR="009B77D7" w:rsidRPr="00A86B0A" w:rsidRDefault="00000000" w:rsidP="00A86B0A">
      <w:pPr>
        <w:pStyle w:val="Standard"/>
        <w:jc w:val="center"/>
        <w:rPr>
          <w:b/>
          <w:bCs/>
          <w:sz w:val="32"/>
          <w:szCs w:val="32"/>
          <w:u w:val="single"/>
        </w:rPr>
      </w:pPr>
      <w:r w:rsidRPr="00A86B0A">
        <w:rPr>
          <w:b/>
          <w:bCs/>
          <w:sz w:val="32"/>
          <w:szCs w:val="32"/>
          <w:u w:val="single"/>
        </w:rPr>
        <w:t>Pavilon C</w:t>
      </w:r>
    </w:p>
    <w:p w14:paraId="1E86EB95" w14:textId="77777777" w:rsidR="009B77D7" w:rsidRDefault="009B77D7">
      <w:pPr>
        <w:pStyle w:val="Standard"/>
        <w:rPr>
          <w:b/>
          <w:bCs/>
          <w:u w:val="single"/>
        </w:rPr>
      </w:pPr>
    </w:p>
    <w:tbl>
      <w:tblPr>
        <w:tblW w:w="965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"/>
        <w:gridCol w:w="2882"/>
        <w:gridCol w:w="530"/>
        <w:gridCol w:w="1134"/>
        <w:gridCol w:w="3211"/>
        <w:gridCol w:w="1488"/>
      </w:tblGrid>
      <w:tr w:rsidR="00A86B0A" w14:paraId="778EDA2E" w14:textId="77777777" w:rsidTr="00A86B0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088567" w14:textId="5BBDF6C5" w:rsidR="00A86B0A" w:rsidRDefault="00A86B0A" w:rsidP="00A86B0A">
            <w:pPr>
              <w:pStyle w:val="TableContents"/>
              <w:jc w:val="center"/>
              <w:rPr>
                <w:sz w:val="12"/>
                <w:szCs w:val="12"/>
              </w:rPr>
            </w:pPr>
            <w:proofErr w:type="spellStart"/>
            <w:r w:rsidRPr="000F5920">
              <w:rPr>
                <w:b/>
                <w:bCs/>
                <w:sz w:val="14"/>
                <w:szCs w:val="14"/>
              </w:rPr>
              <w:t>Poř</w:t>
            </w:r>
            <w:proofErr w:type="spellEnd"/>
            <w:r w:rsidRPr="000F5920">
              <w:rPr>
                <w:b/>
                <w:bCs/>
                <w:sz w:val="14"/>
                <w:szCs w:val="14"/>
              </w:rPr>
              <w:t>. číslo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F284D5" w14:textId="1897DFD4" w:rsidR="00A86B0A" w:rsidRDefault="00A86B0A" w:rsidP="00A86B0A">
            <w:pPr>
              <w:pStyle w:val="TableContents"/>
              <w:jc w:val="center"/>
              <w:rPr>
                <w:sz w:val="12"/>
                <w:szCs w:val="12"/>
              </w:rPr>
            </w:pPr>
            <w:r w:rsidRPr="000F5920">
              <w:rPr>
                <w:b/>
                <w:bCs/>
                <w:sz w:val="14"/>
                <w:szCs w:val="14"/>
              </w:rPr>
              <w:t>Název souboru</w:t>
            </w: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E8CA2" w14:textId="6767FADF" w:rsidR="00A86B0A" w:rsidRDefault="00A86B0A" w:rsidP="00A86B0A"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b/>
                <w:bCs/>
                <w:sz w:val="14"/>
                <w:szCs w:val="14"/>
              </w:rPr>
              <w:t>P</w:t>
            </w:r>
            <w:r w:rsidRPr="000F5920">
              <w:rPr>
                <w:b/>
                <w:bCs/>
                <w:sz w:val="14"/>
                <w:szCs w:val="14"/>
              </w:rPr>
              <w:t>očet kusů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F5F31B" w14:textId="77777777" w:rsidR="00A86B0A" w:rsidRPr="000F5920" w:rsidRDefault="00A86B0A" w:rsidP="00A86B0A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 w:rsidRPr="000F5920">
              <w:rPr>
                <w:b/>
                <w:bCs/>
                <w:sz w:val="14"/>
                <w:szCs w:val="14"/>
              </w:rPr>
              <w:t>Servisní kontrola /</w:t>
            </w:r>
          </w:p>
          <w:p w14:paraId="2A0710EC" w14:textId="1D7C417B" w:rsidR="00A86B0A" w:rsidRDefault="00A86B0A" w:rsidP="00A86B0A">
            <w:pPr>
              <w:pStyle w:val="TableContents"/>
              <w:jc w:val="center"/>
              <w:rPr>
                <w:sz w:val="12"/>
                <w:szCs w:val="12"/>
              </w:rPr>
            </w:pPr>
            <w:r w:rsidRPr="000F5920">
              <w:rPr>
                <w:b/>
                <w:bCs/>
                <w:sz w:val="14"/>
                <w:szCs w:val="14"/>
              </w:rPr>
              <w:t>četnost za rok</w:t>
            </w:r>
          </w:p>
        </w:tc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20E6C1" w14:textId="779B26D0" w:rsidR="00A86B0A" w:rsidRDefault="00A86B0A" w:rsidP="00A86B0A">
            <w:pPr>
              <w:pStyle w:val="TableContents"/>
              <w:jc w:val="center"/>
              <w:rPr>
                <w:sz w:val="12"/>
                <w:szCs w:val="12"/>
              </w:rPr>
            </w:pPr>
            <w:r w:rsidRPr="000F5920">
              <w:rPr>
                <w:b/>
                <w:bCs/>
                <w:sz w:val="14"/>
                <w:szCs w:val="14"/>
              </w:rPr>
              <w:t>Filtrační vložky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415CB8" w14:textId="53156CF3" w:rsidR="00A86B0A" w:rsidRDefault="00A86B0A" w:rsidP="00A86B0A"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b/>
                <w:bCs/>
                <w:sz w:val="14"/>
                <w:szCs w:val="14"/>
              </w:rPr>
              <w:t>Č</w:t>
            </w:r>
            <w:r w:rsidRPr="000F5920">
              <w:rPr>
                <w:b/>
                <w:bCs/>
                <w:sz w:val="14"/>
                <w:szCs w:val="14"/>
              </w:rPr>
              <w:t>etnost výměn za rok</w:t>
            </w:r>
          </w:p>
        </w:tc>
      </w:tr>
      <w:tr w:rsidR="00A86B0A" w14:paraId="08F726C1" w14:textId="77777777" w:rsidTr="00A86B0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5500A9" w14:textId="77777777" w:rsidR="00A86B0A" w:rsidRPr="00A86B0A" w:rsidRDefault="00A86B0A" w:rsidP="00A86B0A">
            <w:pPr>
              <w:pStyle w:val="TableContents"/>
              <w:jc w:val="center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1</w:t>
            </w:r>
          </w:p>
        </w:tc>
        <w:tc>
          <w:tcPr>
            <w:tcW w:w="28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7273D" w14:textId="77777777" w:rsidR="00A86B0A" w:rsidRPr="00A86B0A" w:rsidRDefault="00A86B0A" w:rsidP="00A86B0A">
            <w:pPr>
              <w:pStyle w:val="TableContents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 xml:space="preserve">VZT jednotka </w:t>
            </w:r>
            <w:proofErr w:type="spellStart"/>
            <w:r w:rsidRPr="00A86B0A">
              <w:rPr>
                <w:sz w:val="20"/>
                <w:szCs w:val="20"/>
              </w:rPr>
              <w:t>Remak</w:t>
            </w:r>
            <w:proofErr w:type="spellEnd"/>
            <w:r w:rsidRPr="00A86B0A">
              <w:rPr>
                <w:sz w:val="20"/>
                <w:szCs w:val="20"/>
              </w:rPr>
              <w:t xml:space="preserve"> </w:t>
            </w:r>
            <w:proofErr w:type="spellStart"/>
            <w:r w:rsidRPr="00A86B0A">
              <w:rPr>
                <w:sz w:val="20"/>
                <w:szCs w:val="20"/>
              </w:rPr>
              <w:t>AeroMaster</w:t>
            </w:r>
            <w:proofErr w:type="spellEnd"/>
            <w:r w:rsidRPr="00A86B0A">
              <w:rPr>
                <w:sz w:val="20"/>
                <w:szCs w:val="20"/>
              </w:rPr>
              <w:t xml:space="preserve"> XP 06</w:t>
            </w:r>
          </w:p>
        </w:tc>
        <w:tc>
          <w:tcPr>
            <w:tcW w:w="5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932D0" w14:textId="77777777" w:rsidR="00A86B0A" w:rsidRPr="00A86B0A" w:rsidRDefault="00A86B0A" w:rsidP="00A86B0A">
            <w:pPr>
              <w:pStyle w:val="TableContents"/>
              <w:jc w:val="center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F45BA" w14:textId="77777777" w:rsidR="00A86B0A" w:rsidRPr="00A86B0A" w:rsidRDefault="00A86B0A" w:rsidP="00A86B0A">
            <w:pPr>
              <w:pStyle w:val="TableContents"/>
              <w:jc w:val="center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4</w:t>
            </w:r>
          </w:p>
        </w:tc>
        <w:tc>
          <w:tcPr>
            <w:tcW w:w="32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2ED8D" w14:textId="57BC026A" w:rsidR="00A86B0A" w:rsidRPr="00A86B0A" w:rsidRDefault="00A86B0A" w:rsidP="00A86B0A">
            <w:pPr>
              <w:pStyle w:val="TableContents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F5 340 x 645/630/3</w:t>
            </w:r>
            <w:r>
              <w:rPr>
                <w:sz w:val="20"/>
                <w:szCs w:val="20"/>
              </w:rPr>
              <w:t xml:space="preserve">    </w:t>
            </w:r>
            <w:r w:rsidRPr="00A86B0A">
              <w:rPr>
                <w:sz w:val="20"/>
                <w:szCs w:val="20"/>
              </w:rPr>
              <w:t xml:space="preserve">4 ks                    </w:t>
            </w:r>
          </w:p>
          <w:p w14:paraId="1AA0132A" w14:textId="14063ED6" w:rsidR="00A86B0A" w:rsidRPr="00A86B0A" w:rsidRDefault="00A86B0A" w:rsidP="00A86B0A">
            <w:pPr>
              <w:pStyle w:val="TableContents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F9 340 x 645/630/4</w:t>
            </w:r>
            <w:r>
              <w:rPr>
                <w:sz w:val="20"/>
                <w:szCs w:val="20"/>
              </w:rPr>
              <w:t xml:space="preserve">    </w:t>
            </w:r>
            <w:r w:rsidRPr="00A86B0A">
              <w:rPr>
                <w:sz w:val="20"/>
                <w:szCs w:val="20"/>
              </w:rPr>
              <w:t>2 ks</w:t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0BFD0A" w14:textId="3EE6F370" w:rsidR="00A86B0A" w:rsidRPr="00A86B0A" w:rsidRDefault="00A86B0A" w:rsidP="00A86B0A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A86B0A" w14:paraId="4BB04F11" w14:textId="77777777" w:rsidTr="00A86B0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965D7C" w14:textId="77777777" w:rsidR="00A86B0A" w:rsidRPr="00A86B0A" w:rsidRDefault="00A86B0A" w:rsidP="00A86B0A">
            <w:pPr>
              <w:pStyle w:val="TableContents"/>
              <w:jc w:val="center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2</w:t>
            </w:r>
          </w:p>
        </w:tc>
        <w:tc>
          <w:tcPr>
            <w:tcW w:w="28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D0754" w14:textId="77777777" w:rsidR="00A86B0A" w:rsidRPr="00A86B0A" w:rsidRDefault="00A86B0A" w:rsidP="00A86B0A">
            <w:pPr>
              <w:pStyle w:val="TableContents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 xml:space="preserve">VZT jednotka </w:t>
            </w:r>
            <w:proofErr w:type="spellStart"/>
            <w:r w:rsidRPr="00A86B0A">
              <w:rPr>
                <w:sz w:val="20"/>
                <w:szCs w:val="20"/>
              </w:rPr>
              <w:t>Remak</w:t>
            </w:r>
            <w:proofErr w:type="spellEnd"/>
            <w:r w:rsidRPr="00A86B0A">
              <w:rPr>
                <w:sz w:val="20"/>
                <w:szCs w:val="20"/>
              </w:rPr>
              <w:t xml:space="preserve"> </w:t>
            </w:r>
            <w:proofErr w:type="spellStart"/>
            <w:r w:rsidRPr="00A86B0A">
              <w:rPr>
                <w:sz w:val="20"/>
                <w:szCs w:val="20"/>
              </w:rPr>
              <w:t>AeroMaster</w:t>
            </w:r>
            <w:proofErr w:type="spellEnd"/>
            <w:r w:rsidRPr="00A86B0A">
              <w:rPr>
                <w:sz w:val="20"/>
                <w:szCs w:val="20"/>
              </w:rPr>
              <w:t xml:space="preserve"> XP 06</w:t>
            </w:r>
          </w:p>
        </w:tc>
        <w:tc>
          <w:tcPr>
            <w:tcW w:w="5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F24F0" w14:textId="77777777" w:rsidR="00A86B0A" w:rsidRPr="00A86B0A" w:rsidRDefault="00A86B0A" w:rsidP="00A86B0A">
            <w:pPr>
              <w:pStyle w:val="TableContents"/>
              <w:jc w:val="center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8FC1B" w14:textId="77777777" w:rsidR="00A86B0A" w:rsidRPr="00A86B0A" w:rsidRDefault="00A86B0A" w:rsidP="00A86B0A">
            <w:pPr>
              <w:pStyle w:val="TableContents"/>
              <w:jc w:val="center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4</w:t>
            </w:r>
          </w:p>
        </w:tc>
        <w:tc>
          <w:tcPr>
            <w:tcW w:w="32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C6763" w14:textId="28837F6B" w:rsidR="00A86B0A" w:rsidRPr="00A86B0A" w:rsidRDefault="00A86B0A" w:rsidP="00A86B0A">
            <w:pPr>
              <w:pStyle w:val="TableContents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F5 340 x 645/630/3</w:t>
            </w:r>
            <w:r>
              <w:rPr>
                <w:sz w:val="20"/>
                <w:szCs w:val="20"/>
              </w:rPr>
              <w:t xml:space="preserve">    </w:t>
            </w:r>
            <w:r w:rsidRPr="00A86B0A">
              <w:rPr>
                <w:sz w:val="20"/>
                <w:szCs w:val="20"/>
              </w:rPr>
              <w:t xml:space="preserve">4 ks                    </w:t>
            </w:r>
          </w:p>
          <w:p w14:paraId="5F66F0B1" w14:textId="2CA5F52E" w:rsidR="00A86B0A" w:rsidRPr="00A86B0A" w:rsidRDefault="00A86B0A" w:rsidP="00A86B0A">
            <w:pPr>
              <w:pStyle w:val="TableContents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F9 340 x 645/630/4</w:t>
            </w:r>
            <w:r>
              <w:rPr>
                <w:sz w:val="20"/>
                <w:szCs w:val="20"/>
              </w:rPr>
              <w:t xml:space="preserve">    </w:t>
            </w:r>
            <w:r w:rsidRPr="00A86B0A">
              <w:rPr>
                <w:sz w:val="20"/>
                <w:szCs w:val="20"/>
              </w:rPr>
              <w:t>2 ks</w:t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2CAB32" w14:textId="2503D1B7" w:rsidR="00A86B0A" w:rsidRPr="00A86B0A" w:rsidRDefault="00A86B0A" w:rsidP="00A86B0A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 w:rsidRPr="000F5920">
              <w:rPr>
                <w:rFonts w:cs="Liberation Serif"/>
                <w:sz w:val="20"/>
                <w:szCs w:val="20"/>
              </w:rPr>
              <w:t>2x</w:t>
            </w:r>
          </w:p>
        </w:tc>
      </w:tr>
      <w:tr w:rsidR="00A86B0A" w14:paraId="428D0B68" w14:textId="77777777" w:rsidTr="00A86B0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617F7" w14:textId="77777777" w:rsidR="00A86B0A" w:rsidRPr="00A86B0A" w:rsidRDefault="00A86B0A" w:rsidP="00A86B0A">
            <w:pPr>
              <w:pStyle w:val="TableContents"/>
              <w:jc w:val="center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3</w:t>
            </w:r>
          </w:p>
        </w:tc>
        <w:tc>
          <w:tcPr>
            <w:tcW w:w="28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241F0" w14:textId="77777777" w:rsidR="00A86B0A" w:rsidRPr="00A86B0A" w:rsidRDefault="00A86B0A" w:rsidP="00A86B0A">
            <w:pPr>
              <w:pStyle w:val="TableContents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Revize požární klapky</w:t>
            </w:r>
          </w:p>
        </w:tc>
        <w:tc>
          <w:tcPr>
            <w:tcW w:w="5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85A8B" w14:textId="77777777" w:rsidR="00A86B0A" w:rsidRPr="00A86B0A" w:rsidRDefault="00A86B0A" w:rsidP="00A86B0A">
            <w:pPr>
              <w:pStyle w:val="TableContents"/>
              <w:jc w:val="center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675D8" w14:textId="77777777" w:rsidR="00A86B0A" w:rsidRPr="00A86B0A" w:rsidRDefault="00A86B0A" w:rsidP="00A86B0A">
            <w:pPr>
              <w:pStyle w:val="TableContents"/>
              <w:jc w:val="center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2</w:t>
            </w:r>
          </w:p>
        </w:tc>
        <w:tc>
          <w:tcPr>
            <w:tcW w:w="32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38FF2" w14:textId="77777777" w:rsidR="00A86B0A" w:rsidRPr="00A86B0A" w:rsidRDefault="00A86B0A" w:rsidP="00A86B0A">
            <w:pPr>
              <w:pStyle w:val="TableContents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x</w:t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1624C2" w14:textId="77777777" w:rsidR="00A86B0A" w:rsidRPr="00A86B0A" w:rsidRDefault="00A86B0A" w:rsidP="00A86B0A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86B0A" w14:paraId="592A2BAB" w14:textId="77777777" w:rsidTr="00A86B0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FB61F5" w14:textId="77777777" w:rsidR="00A86B0A" w:rsidRPr="00A86B0A" w:rsidRDefault="00A86B0A" w:rsidP="00A86B0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4</w:t>
            </w:r>
          </w:p>
        </w:tc>
        <w:tc>
          <w:tcPr>
            <w:tcW w:w="28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9D14A" w14:textId="77777777" w:rsidR="00A86B0A" w:rsidRPr="00A86B0A" w:rsidRDefault="00A86B0A" w:rsidP="00A86B0A">
            <w:pPr>
              <w:pStyle w:val="TableContents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 xml:space="preserve">Požární </w:t>
            </w:r>
            <w:proofErr w:type="gramStart"/>
            <w:r w:rsidRPr="00A86B0A">
              <w:rPr>
                <w:sz w:val="20"/>
                <w:szCs w:val="20"/>
              </w:rPr>
              <w:t>větrání  P</w:t>
            </w:r>
            <w:proofErr w:type="gramEnd"/>
            <w:r w:rsidRPr="00A86B0A">
              <w:rPr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EE331" w14:textId="77777777" w:rsidR="00A86B0A" w:rsidRPr="00A86B0A" w:rsidRDefault="00A86B0A" w:rsidP="00A86B0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EAA70" w14:textId="77777777" w:rsidR="00A86B0A" w:rsidRPr="00A86B0A" w:rsidRDefault="00A86B0A" w:rsidP="00A86B0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D6A26" w14:textId="77777777" w:rsidR="00A86B0A" w:rsidRPr="00A86B0A" w:rsidRDefault="00A86B0A" w:rsidP="00A86B0A">
            <w:pPr>
              <w:pStyle w:val="TableContents"/>
              <w:snapToGrid w:val="0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x</w:t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DF705" w14:textId="77777777" w:rsidR="00A86B0A" w:rsidRPr="00A86B0A" w:rsidRDefault="00A86B0A" w:rsidP="00A86B0A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86B0A" w14:paraId="140D5A33" w14:textId="77777777" w:rsidTr="00A86B0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A2972" w14:textId="77777777" w:rsidR="00A86B0A" w:rsidRPr="00A86B0A" w:rsidRDefault="00A86B0A" w:rsidP="00A86B0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5</w:t>
            </w:r>
          </w:p>
        </w:tc>
        <w:tc>
          <w:tcPr>
            <w:tcW w:w="28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4CA96" w14:textId="77777777" w:rsidR="00A86B0A" w:rsidRPr="00A86B0A" w:rsidRDefault="00A86B0A" w:rsidP="00A86B0A">
            <w:pPr>
              <w:pStyle w:val="TableContents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 xml:space="preserve">Požární </w:t>
            </w:r>
            <w:proofErr w:type="gramStart"/>
            <w:r w:rsidRPr="00A86B0A">
              <w:rPr>
                <w:sz w:val="20"/>
                <w:szCs w:val="20"/>
              </w:rPr>
              <w:t>větrání  P</w:t>
            </w:r>
            <w:proofErr w:type="gramEnd"/>
            <w:r w:rsidRPr="00A86B0A">
              <w:rPr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CC3F8" w14:textId="77777777" w:rsidR="00A86B0A" w:rsidRPr="00A86B0A" w:rsidRDefault="00A86B0A" w:rsidP="00A86B0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6D503" w14:textId="77777777" w:rsidR="00A86B0A" w:rsidRPr="00A86B0A" w:rsidRDefault="00A86B0A" w:rsidP="00A86B0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6BEB6" w14:textId="77777777" w:rsidR="00A86B0A" w:rsidRPr="00A86B0A" w:rsidRDefault="00A86B0A" w:rsidP="00A86B0A">
            <w:pPr>
              <w:pStyle w:val="TableContents"/>
              <w:snapToGrid w:val="0"/>
              <w:rPr>
                <w:sz w:val="20"/>
                <w:szCs w:val="20"/>
              </w:rPr>
            </w:pPr>
            <w:r w:rsidRPr="00A86B0A">
              <w:rPr>
                <w:sz w:val="20"/>
                <w:szCs w:val="20"/>
              </w:rPr>
              <w:t>x</w:t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F383E" w14:textId="77777777" w:rsidR="00A86B0A" w:rsidRPr="00A86B0A" w:rsidRDefault="00A86B0A" w:rsidP="00A86B0A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550361C" w14:textId="77777777" w:rsidR="009B77D7" w:rsidRDefault="009B77D7">
      <w:pPr>
        <w:pStyle w:val="Standard"/>
      </w:pPr>
    </w:p>
    <w:sectPr w:rsidR="009B77D7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4F1F7" w14:textId="77777777" w:rsidR="00BC2BB8" w:rsidRDefault="00BC2BB8">
      <w:r>
        <w:separator/>
      </w:r>
    </w:p>
  </w:endnote>
  <w:endnote w:type="continuationSeparator" w:id="0">
    <w:p w14:paraId="3580580F" w14:textId="77777777" w:rsidR="00BC2BB8" w:rsidRDefault="00BC2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50FCA" w14:textId="77777777" w:rsidR="00BC2BB8" w:rsidRDefault="00BC2BB8">
      <w:r>
        <w:rPr>
          <w:color w:val="000000"/>
        </w:rPr>
        <w:separator/>
      </w:r>
    </w:p>
  </w:footnote>
  <w:footnote w:type="continuationSeparator" w:id="0">
    <w:p w14:paraId="2C6FCC13" w14:textId="77777777" w:rsidR="00BC2BB8" w:rsidRDefault="00BC2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B77D7"/>
    <w:rsid w:val="002E55A9"/>
    <w:rsid w:val="009B77D7"/>
    <w:rsid w:val="00A86B0A"/>
    <w:rsid w:val="00BC2BB8"/>
    <w:rsid w:val="00F2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8E98"/>
  <w15:docId w15:val="{420125F0-7B77-4313-A615-D3E1CCC4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387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2</cp:revision>
  <dcterms:created xsi:type="dcterms:W3CDTF">2024-11-04T09:58:00Z</dcterms:created>
  <dcterms:modified xsi:type="dcterms:W3CDTF">2024-11-04T09:58:00Z</dcterms:modified>
</cp:coreProperties>
</file>